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7EA5A57B" w14:textId="77777777" w:rsidTr="00620DC7">
        <w:trPr>
          <w:trHeight w:val="1418"/>
        </w:trPr>
        <w:tc>
          <w:tcPr>
            <w:tcW w:w="6350" w:type="dxa"/>
            <w:shd w:val="clear" w:color="auto" w:fill="auto"/>
          </w:tcPr>
          <w:p w14:paraId="5FCD60E6" w14:textId="23B69AAC" w:rsidR="00D40650" w:rsidRPr="009A0101" w:rsidRDefault="003B58A8" w:rsidP="00DF44DF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77402873" w14:textId="2F586BE3" w:rsidR="00424ECA" w:rsidRPr="00AB3240" w:rsidRDefault="00A6098A" w:rsidP="00424ECA">
      <w:pPr>
        <w:spacing w:line="240" w:lineRule="auto"/>
        <w:rPr>
          <w:bCs/>
          <w:noProof/>
        </w:rPr>
      </w:pPr>
      <w:r w:rsidRPr="009A0101">
        <w:rPr>
          <w:b/>
          <w:noProof/>
          <w:lang w:eastAsia="et-EE" w:bidi="ar-SA"/>
        </w:rPr>
        <w:drawing>
          <wp:anchor distT="0" distB="0" distL="114300" distR="114300" simplePos="0" relativeHeight="251658240" behindDoc="0" locked="0" layoutInCell="1" allowOverlap="1" wp14:anchorId="3D5E9ECA" wp14:editId="2EF9E8B6">
            <wp:simplePos x="0" y="0"/>
            <wp:positionH relativeFrom="page">
              <wp:posOffset>317500</wp:posOffset>
            </wp:positionH>
            <wp:positionV relativeFrom="page">
              <wp:posOffset>346075</wp:posOffset>
            </wp:positionV>
            <wp:extent cx="2876550" cy="933450"/>
            <wp:effectExtent l="19050" t="0" r="0" b="0"/>
            <wp:wrapNone/>
            <wp:docPr id="1" name="Picture 0" descr="riigihangete v-kom_vapp_est_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igihangete v-kom_vapp_est_black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74031" w:rsidRPr="00874031">
        <w:t>Politsei- ja Piirivalveamet</w:t>
      </w:r>
      <w:r w:rsidR="00242A0D">
        <w:tab/>
      </w:r>
      <w:r w:rsidR="00242A0D">
        <w:tab/>
      </w:r>
      <w:r w:rsidR="00242A0D">
        <w:tab/>
      </w:r>
      <w:r w:rsidR="00242A0D">
        <w:tab/>
      </w:r>
      <w:r w:rsidR="00D40768">
        <w:tab/>
      </w:r>
      <w:r w:rsidR="00BF3E90">
        <w:rPr>
          <w:bCs/>
          <w:noProof/>
          <w:color w:val="000000"/>
        </w:rPr>
        <w:tab/>
      </w:r>
      <w:r w:rsidR="00424ECA" w:rsidRPr="00A06B76">
        <w:rPr>
          <w:bCs/>
          <w:noProof/>
          <w:color w:val="000000"/>
        </w:rPr>
        <w:t xml:space="preserve">Meie </w:t>
      </w:r>
      <w:r w:rsidR="00874031">
        <w:rPr>
          <w:bCs/>
          <w:noProof/>
          <w:color w:val="000000" w:themeColor="text1"/>
        </w:rPr>
        <w:t>03</w:t>
      </w:r>
      <w:r w:rsidR="001F3589">
        <w:rPr>
          <w:bCs/>
          <w:noProof/>
          <w:color w:val="000000" w:themeColor="text1"/>
        </w:rPr>
        <w:t>.0</w:t>
      </w:r>
      <w:r w:rsidR="00874031">
        <w:rPr>
          <w:bCs/>
          <w:noProof/>
          <w:color w:val="000000" w:themeColor="text1"/>
        </w:rPr>
        <w:t>1</w:t>
      </w:r>
      <w:r w:rsidR="00B42C87">
        <w:rPr>
          <w:bCs/>
          <w:noProof/>
          <w:color w:val="000000" w:themeColor="text1"/>
        </w:rPr>
        <w:t>.202</w:t>
      </w:r>
      <w:r w:rsidR="00874031">
        <w:rPr>
          <w:bCs/>
          <w:noProof/>
          <w:color w:val="000000" w:themeColor="text1"/>
        </w:rPr>
        <w:t>5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 xml:space="preserve">nr </w:t>
      </w:r>
      <w:r w:rsidR="00424ECA" w:rsidRPr="00AB3240">
        <w:rPr>
          <w:bCs/>
          <w:noProof/>
        </w:rPr>
        <w:t>12.2-10/</w:t>
      </w:r>
      <w:r w:rsidR="00874031">
        <w:rPr>
          <w:bCs/>
          <w:noProof/>
        </w:rPr>
        <w:t>3</w:t>
      </w:r>
    </w:p>
    <w:p w14:paraId="0DA527C0" w14:textId="152BB128" w:rsidR="00345ACC" w:rsidRPr="008B5BEA" w:rsidRDefault="00424ECA" w:rsidP="008B5BEA">
      <w:pPr>
        <w:pStyle w:val="Default"/>
        <w:rPr>
          <w:rStyle w:val="Hperlink"/>
          <w:color w:val="000000"/>
          <w:u w:val="none"/>
        </w:rPr>
      </w:pPr>
      <w:r w:rsidRPr="006B4DBF">
        <w:rPr>
          <w:color w:val="auto"/>
        </w:rPr>
        <w:t>e-pos</w:t>
      </w:r>
      <w:r w:rsidR="00B66BA3">
        <w:t>t</w:t>
      </w:r>
      <w:r w:rsidR="00874031">
        <w:t>:</w:t>
      </w:r>
      <w:r w:rsidR="00874031" w:rsidRPr="00874031">
        <w:t xml:space="preserve"> </w:t>
      </w:r>
      <w:hyperlink r:id="rId9" w:history="1">
        <w:r w:rsidR="00874031" w:rsidRPr="00551426">
          <w:rPr>
            <w:rStyle w:val="Hperlink"/>
          </w:rPr>
          <w:t>ppa@politsei.ee</w:t>
        </w:r>
      </w:hyperlink>
      <w:r w:rsidR="00874031">
        <w:t xml:space="preserve"> </w:t>
      </w:r>
    </w:p>
    <w:p w14:paraId="75A78EBF" w14:textId="78E145A8" w:rsidR="0077313F" w:rsidRDefault="00CB3B17" w:rsidP="00DC7754">
      <w:pPr>
        <w:spacing w:line="240" w:lineRule="auto"/>
        <w:ind w:right="-1"/>
      </w:pPr>
      <w:r w:rsidRPr="00CB3B17">
        <w:tab/>
      </w:r>
      <w:hyperlink r:id="rId10" w:history="1">
        <w:r w:rsidR="000C6C19" w:rsidRPr="00551426">
          <w:rPr>
            <w:rStyle w:val="Hperlink"/>
          </w:rPr>
          <w:t>kristin-kaire.valksaar@politsei.ee</w:t>
        </w:r>
      </w:hyperlink>
    </w:p>
    <w:p w14:paraId="01B9056F" w14:textId="77777777" w:rsidR="000C6C19" w:rsidRDefault="000C6C19" w:rsidP="00DC7754">
      <w:pPr>
        <w:spacing w:line="240" w:lineRule="auto"/>
        <w:ind w:right="-1"/>
        <w:rPr>
          <w:noProof/>
        </w:rPr>
      </w:pPr>
    </w:p>
    <w:p w14:paraId="6C83F7D1" w14:textId="05F8C2AF" w:rsidR="00C20BA3" w:rsidRDefault="00874031" w:rsidP="00DC7754">
      <w:pPr>
        <w:spacing w:line="240" w:lineRule="auto"/>
        <w:ind w:right="-1"/>
        <w:rPr>
          <w:noProof/>
        </w:rPr>
      </w:pPr>
      <w:r w:rsidRPr="00874031">
        <w:rPr>
          <w:noProof/>
        </w:rPr>
        <w:t>Baltic Fox OÜ</w:t>
      </w:r>
    </w:p>
    <w:p w14:paraId="0717A05E" w14:textId="10547950" w:rsidR="001D3BAD" w:rsidRDefault="001D3BAD" w:rsidP="00DC7754">
      <w:pPr>
        <w:spacing w:line="240" w:lineRule="auto"/>
        <w:ind w:right="-1"/>
        <w:rPr>
          <w:noProof/>
        </w:rPr>
      </w:pPr>
      <w:r>
        <w:rPr>
          <w:noProof/>
        </w:rPr>
        <w:t xml:space="preserve">e-post: </w:t>
      </w:r>
      <w:hyperlink r:id="rId11" w:history="1">
        <w:r w:rsidR="00CA7BDF" w:rsidRPr="00551426">
          <w:rPr>
            <w:rStyle w:val="Hperlink"/>
          </w:rPr>
          <w:t>pavel.nordberg@balticfox.ee</w:t>
        </w:r>
      </w:hyperlink>
      <w:r w:rsidR="00CA7BDF">
        <w:t xml:space="preserve"> </w:t>
      </w:r>
    </w:p>
    <w:p w14:paraId="4C1E67A9" w14:textId="3E7874B4" w:rsidR="0077313F" w:rsidRDefault="0077313F" w:rsidP="00DC7754">
      <w:pPr>
        <w:spacing w:line="240" w:lineRule="auto"/>
        <w:ind w:right="-1"/>
        <w:rPr>
          <w:noProof/>
        </w:rPr>
      </w:pPr>
    </w:p>
    <w:p w14:paraId="2C96852F" w14:textId="77777777" w:rsidR="00B00940" w:rsidRPr="006B4DBF" w:rsidRDefault="00B00940" w:rsidP="00DC7754">
      <w:pPr>
        <w:spacing w:line="240" w:lineRule="auto"/>
        <w:ind w:right="-1"/>
        <w:rPr>
          <w:noProof/>
        </w:rPr>
      </w:pPr>
    </w:p>
    <w:p w14:paraId="0530BB10" w14:textId="08BE0E59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</w:t>
      </w:r>
      <w:r w:rsidR="00FA55A3">
        <w:rPr>
          <w:b/>
        </w:rPr>
        <w:t>esitamise</w:t>
      </w:r>
      <w:r w:rsidRPr="006B4DBF">
        <w:rPr>
          <w:b/>
        </w:rPr>
        <w:t xml:space="preserve"> teade</w:t>
      </w:r>
    </w:p>
    <w:p w14:paraId="39850BE3" w14:textId="77777777" w:rsidR="00EC1D68" w:rsidRPr="006B4DBF" w:rsidRDefault="00EC1D68" w:rsidP="00EC1D68">
      <w:pPr>
        <w:pStyle w:val="Vahedeta"/>
        <w:rPr>
          <w:szCs w:val="24"/>
        </w:rPr>
      </w:pPr>
    </w:p>
    <w:p w14:paraId="16EDE15B" w14:textId="1DE5C93F" w:rsidR="00515402" w:rsidRDefault="00FA55A3" w:rsidP="001145A3">
      <w:pPr>
        <w:spacing w:line="240" w:lineRule="auto"/>
        <w:ind w:right="-1"/>
      </w:pPr>
      <w:r>
        <w:rPr>
          <w:noProof/>
        </w:rPr>
        <w:t>Teatame</w:t>
      </w:r>
      <w:r w:rsidR="00122EA4">
        <w:rPr>
          <w:noProof/>
        </w:rPr>
        <w:t xml:space="preserve"> Teile</w:t>
      </w:r>
      <w:r>
        <w:rPr>
          <w:noProof/>
        </w:rPr>
        <w:t>, et</w:t>
      </w:r>
      <w:r w:rsidR="00541F0F">
        <w:rPr>
          <w:noProof/>
        </w:rPr>
        <w:t xml:space="preserve"> </w:t>
      </w:r>
      <w:bookmarkStart w:id="0" w:name="_Hlk186803781"/>
      <w:r w:rsidR="00874031" w:rsidRPr="00874031">
        <w:rPr>
          <w:b/>
          <w:bCs/>
          <w:noProof/>
        </w:rPr>
        <w:t>MOONRAY OÜ</w:t>
      </w:r>
      <w:r w:rsidR="00874031">
        <w:rPr>
          <w:b/>
          <w:bCs/>
          <w:noProof/>
        </w:rPr>
        <w:t xml:space="preserve"> </w:t>
      </w:r>
      <w:bookmarkEnd w:id="0"/>
      <w:r w:rsidRPr="00FA55A3">
        <w:rPr>
          <w:noProof/>
        </w:rPr>
        <w:t>esitas</w:t>
      </w:r>
      <w:r>
        <w:rPr>
          <w:b/>
          <w:bCs/>
          <w:noProof/>
        </w:rPr>
        <w:t xml:space="preserve"> </w:t>
      </w:r>
      <w:r w:rsidR="00874031">
        <w:rPr>
          <w:noProof/>
        </w:rPr>
        <w:t>03</w:t>
      </w:r>
      <w:r w:rsidR="001D3BAD" w:rsidRPr="00CB3B17">
        <w:rPr>
          <w:rFonts w:eastAsia="Times New Roman"/>
        </w:rPr>
        <w:t>.</w:t>
      </w:r>
      <w:r w:rsidR="00874031">
        <w:rPr>
          <w:rFonts w:eastAsia="Times New Roman"/>
        </w:rPr>
        <w:t>0</w:t>
      </w:r>
      <w:r w:rsidR="00AC7C4F">
        <w:rPr>
          <w:rFonts w:eastAsia="Times New Roman"/>
        </w:rPr>
        <w:t>1</w:t>
      </w:r>
      <w:r w:rsidR="001D3BAD" w:rsidRPr="001D3BAD">
        <w:rPr>
          <w:rFonts w:eastAsia="Times New Roman"/>
        </w:rPr>
        <w:t>.202</w:t>
      </w:r>
      <w:r w:rsidR="00874031">
        <w:rPr>
          <w:rFonts w:eastAsia="Times New Roman"/>
        </w:rPr>
        <w:t>5</w:t>
      </w:r>
      <w:r w:rsidR="001D3BAD">
        <w:rPr>
          <w:rFonts w:eastAsia="Times New Roman"/>
          <w:b/>
          <w:bCs/>
        </w:rPr>
        <w:t xml:space="preserve"> </w:t>
      </w:r>
      <w:r w:rsidR="00424ECA" w:rsidRPr="006B4DBF">
        <w:t xml:space="preserve">vaidlustuse </w:t>
      </w:r>
      <w:r w:rsidR="00874031" w:rsidRPr="00874031">
        <w:t>Politsei- ja Piirivalveamet</w:t>
      </w:r>
      <w:r w:rsidR="00874031">
        <w:t xml:space="preserve">i </w:t>
      </w:r>
      <w:r w:rsidR="00D652B9">
        <w:rPr>
          <w:bCs/>
        </w:rPr>
        <w:t xml:space="preserve">riigihankes </w:t>
      </w:r>
      <w:r w:rsidR="00D652B9" w:rsidRPr="00DA257B">
        <w:rPr>
          <w:bCs/>
        </w:rPr>
        <w:t>„</w:t>
      </w:r>
      <w:r w:rsidR="00874031" w:rsidRPr="00874031">
        <w:t>IR lasersihikute soetamine</w:t>
      </w:r>
      <w:r w:rsidR="00D652B9">
        <w:t>“</w:t>
      </w:r>
      <w:r w:rsidR="00D652B9">
        <w:rPr>
          <w:bCs/>
        </w:rPr>
        <w:t xml:space="preserve"> </w:t>
      </w:r>
      <w:r w:rsidR="00D652B9" w:rsidRPr="00016F60">
        <w:t xml:space="preserve">(viitenumber </w:t>
      </w:r>
      <w:r w:rsidR="00874031">
        <w:t>278422</w:t>
      </w:r>
      <w:r w:rsidR="00D652B9" w:rsidRPr="00016F60">
        <w:t>)</w:t>
      </w:r>
      <w:r w:rsidR="00D652B9">
        <w:t xml:space="preserve"> </w:t>
      </w:r>
      <w:r w:rsidR="00874031" w:rsidRPr="00874031">
        <w:t xml:space="preserve">MOONRAY OÜ </w:t>
      </w:r>
      <w:r w:rsidR="00D40768">
        <w:t xml:space="preserve">pakkumuse </w:t>
      </w:r>
      <w:r w:rsidR="00874031">
        <w:t xml:space="preserve">tagasilükkamise ja </w:t>
      </w:r>
      <w:r w:rsidR="00874031" w:rsidRPr="00874031">
        <w:t>Baltic Fox OÜ</w:t>
      </w:r>
      <w:r w:rsidR="00874031">
        <w:t xml:space="preserve"> </w:t>
      </w:r>
      <w:r w:rsidR="00242A0D">
        <w:t>pakkumus</w:t>
      </w:r>
      <w:r>
        <w:t xml:space="preserve">e </w:t>
      </w:r>
      <w:r w:rsidR="00C05FF2">
        <w:t>edukaks</w:t>
      </w:r>
      <w:r>
        <w:t xml:space="preserve"> tunnistamise otsus</w:t>
      </w:r>
      <w:r w:rsidR="00C05FF2">
        <w:t>t</w:t>
      </w:r>
      <w:r>
        <w:t>ele</w:t>
      </w:r>
      <w:r w:rsidR="00242A0D">
        <w:t xml:space="preserve"> </w:t>
      </w:r>
      <w:r w:rsidR="00C474E9" w:rsidRPr="006B4DBF">
        <w:t>(vaidlustus</w:t>
      </w:r>
      <w:r w:rsidR="00E62EA4">
        <w:t xml:space="preserve"> </w:t>
      </w:r>
      <w:r w:rsidR="00C474E9" w:rsidRPr="006B4DBF">
        <w:t>lisatud).</w:t>
      </w:r>
      <w:r w:rsidR="00122EA4">
        <w:t xml:space="preserve"> </w:t>
      </w:r>
    </w:p>
    <w:p w14:paraId="0CA416AD" w14:textId="092BBA00" w:rsidR="0077313F" w:rsidRPr="006B3611" w:rsidRDefault="0077313F" w:rsidP="00DD3EAF">
      <w:pPr>
        <w:spacing w:line="240" w:lineRule="auto"/>
        <w:ind w:right="-1"/>
        <w:rPr>
          <w:noProof/>
        </w:rPr>
      </w:pPr>
      <w:r w:rsidRPr="00540F5B">
        <w:rPr>
          <w:noProof/>
          <w:color w:val="000000"/>
        </w:rPr>
        <w:t>Riigihangete seaduse (edaspidi RHS) § 192 l</w:t>
      </w:r>
      <w:r>
        <w:rPr>
          <w:noProof/>
          <w:color w:val="000000"/>
        </w:rPr>
        <w:t>g</w:t>
      </w:r>
      <w:r w:rsidRPr="00540F5B">
        <w:rPr>
          <w:noProof/>
          <w:color w:val="000000"/>
        </w:rPr>
        <w:t xml:space="preserve"> 5 alusel kaasab vaidlustuskomisjon esitatud vaidlustuse menetlusse kolmanda isikuna </w:t>
      </w:r>
      <w:r w:rsidR="00874031" w:rsidRPr="00874031">
        <w:rPr>
          <w:b/>
          <w:bCs/>
          <w:noProof/>
        </w:rPr>
        <w:t>Baltic Fox OÜ</w:t>
      </w:r>
      <w:r w:rsidR="00DD3EAF">
        <w:rPr>
          <w:noProof/>
        </w:rPr>
        <w:t>.</w:t>
      </w:r>
    </w:p>
    <w:p w14:paraId="466B7988" w14:textId="77777777" w:rsidR="0034019C" w:rsidRPr="006B4DBF" w:rsidRDefault="0034019C" w:rsidP="0034019C">
      <w:pPr>
        <w:spacing w:line="240" w:lineRule="auto"/>
        <w:ind w:right="-1"/>
      </w:pPr>
    </w:p>
    <w:p w14:paraId="73638F1E" w14:textId="20C79927" w:rsidR="00FA55A3" w:rsidRPr="006B4DBF" w:rsidRDefault="000A538E" w:rsidP="00FA55A3">
      <w:pPr>
        <w:widowControl/>
        <w:suppressAutoHyphens w:val="0"/>
        <w:spacing w:line="240" w:lineRule="auto"/>
      </w:pPr>
      <w:r w:rsidRPr="006B4DBF">
        <w:t>RHS § 194 l</w:t>
      </w:r>
      <w:r w:rsidR="00D40768">
        <w:t>g-te</w:t>
      </w:r>
      <w:r w:rsidRPr="006B4DBF">
        <w:t xml:space="preserve"> 5 ja 6 alusel palume hankijal</w:t>
      </w:r>
      <w:r w:rsidR="001D3BAD">
        <w:t xml:space="preserve"> ja kolmandal isikul</w:t>
      </w:r>
      <w:r w:rsidR="00220C9B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hiljemalt </w:t>
      </w:r>
      <w:r w:rsidR="00874031">
        <w:rPr>
          <w:b/>
          <w:bCs/>
        </w:rPr>
        <w:t>08</w:t>
      </w:r>
      <w:r w:rsidR="00B42C87" w:rsidRPr="002F373C">
        <w:rPr>
          <w:b/>
          <w:bCs/>
        </w:rPr>
        <w:t>.</w:t>
      </w:r>
      <w:r w:rsidR="00242A0D">
        <w:rPr>
          <w:b/>
          <w:bCs/>
        </w:rPr>
        <w:t>0</w:t>
      </w:r>
      <w:r w:rsidR="00874031">
        <w:rPr>
          <w:b/>
          <w:bCs/>
        </w:rPr>
        <w:t>1</w:t>
      </w:r>
      <w:r w:rsidR="00B42C87" w:rsidRPr="002F373C">
        <w:rPr>
          <w:b/>
          <w:bCs/>
        </w:rPr>
        <w:t>.202</w:t>
      </w:r>
      <w:r w:rsidR="00874031">
        <w:rPr>
          <w:b/>
          <w:bCs/>
        </w:rPr>
        <w:t>5</w:t>
      </w:r>
      <w:r w:rsidRPr="002F373C">
        <w:t xml:space="preserve">, esitada Riigihangete vaidlustuskomisjonile kirjalik vastus vaidlustuse kohta ning kõik vaidlustuse lahendamiseks vajalikud dokumendid, mis pole kättesaadavad riigihangete registrist. </w:t>
      </w:r>
      <w:r w:rsidR="00FA55A3" w:rsidRPr="00393DE3">
        <w:rPr>
          <w:noProof/>
          <w:color w:val="000000"/>
        </w:rPr>
        <w:t>Kui menetlusosaline soovib esitada tõendeid, mida tuleks teise menetlusosalise eest varjata, tuleb selle kohta esitada vaidlustuskomisjonile selgesõnaline põhjendatud taotlus</w:t>
      </w:r>
      <w:r w:rsidR="00FA55A3">
        <w:rPr>
          <w:noProof/>
          <w:color w:val="000000"/>
        </w:rPr>
        <w:t xml:space="preserve"> ja </w:t>
      </w:r>
      <w:r w:rsidR="00FA55A3" w:rsidRPr="00393DE3">
        <w:rPr>
          <w:noProof/>
          <w:color w:val="000000"/>
        </w:rPr>
        <w:t xml:space="preserve">eristada juurdepääsupiiranguga dokumendid </w:t>
      </w:r>
      <w:r w:rsidR="00FA55A3">
        <w:rPr>
          <w:noProof/>
          <w:color w:val="000000"/>
        </w:rPr>
        <w:t>(</w:t>
      </w:r>
      <w:r w:rsidR="00FA55A3" w:rsidRPr="00393DE3">
        <w:rPr>
          <w:noProof/>
          <w:color w:val="000000"/>
        </w:rPr>
        <w:t>mitte lisada neid vastuse või teiste lisadega samasse digikonteinerisse</w:t>
      </w:r>
      <w:r w:rsidR="00FA55A3">
        <w:rPr>
          <w:noProof/>
          <w:color w:val="000000"/>
        </w:rPr>
        <w:t>)</w:t>
      </w:r>
      <w:r w:rsidR="00FA55A3" w:rsidRPr="00393DE3">
        <w:rPr>
          <w:noProof/>
          <w:color w:val="000000"/>
        </w:rPr>
        <w:t>.</w:t>
      </w:r>
      <w:r w:rsidR="0027491D">
        <w:rPr>
          <w:noProof/>
          <w:color w:val="000000"/>
        </w:rPr>
        <w:t xml:space="preserve"> Samuti kui vastus vaidlustusele sisaldab mõne menetlusosalise ärisaladust, tuleb </w:t>
      </w:r>
      <w:r w:rsidR="00D40768">
        <w:rPr>
          <w:noProof/>
          <w:color w:val="000000"/>
        </w:rPr>
        <w:t>teistele menetlusosalistele</w:t>
      </w:r>
      <w:r w:rsidR="0027491D">
        <w:rPr>
          <w:noProof/>
          <w:color w:val="000000"/>
        </w:rPr>
        <w:t xml:space="preserve"> edastamiseks esitada vastuse ärisaladuseta versioon.</w:t>
      </w:r>
    </w:p>
    <w:p w14:paraId="4D766104" w14:textId="77777777" w:rsidR="00FA55A3" w:rsidRDefault="00FA55A3" w:rsidP="00FA55A3">
      <w:pPr>
        <w:widowControl/>
        <w:suppressAutoHyphens w:val="0"/>
        <w:spacing w:line="240" w:lineRule="auto"/>
      </w:pPr>
      <w:r w:rsidRPr="006B4DBF">
        <w:t>Palume anda teada, kas taotletakse vaidlustuse läbivaatamist avalikul istungil või kirjalikus menetluses.</w:t>
      </w:r>
    </w:p>
    <w:p w14:paraId="77CDACC9" w14:textId="5174BEAD" w:rsidR="0034019C" w:rsidRDefault="0034019C" w:rsidP="00FA55A3">
      <w:pPr>
        <w:widowControl/>
        <w:suppressAutoHyphens w:val="0"/>
        <w:spacing w:line="240" w:lineRule="auto"/>
      </w:pPr>
    </w:p>
    <w:p w14:paraId="3768A4BE" w14:textId="37922E7B" w:rsidR="0034019C" w:rsidRPr="00B35F1B" w:rsidRDefault="0034019C" w:rsidP="0034019C">
      <w:pPr>
        <w:pStyle w:val="Vahedeta"/>
      </w:pPr>
      <w:r w:rsidRPr="00B35F1B">
        <w:t xml:space="preserve">Tulenevalt RHS § 194 </w:t>
      </w:r>
      <w:proofErr w:type="spellStart"/>
      <w:r w:rsidRPr="00B35F1B">
        <w:t>l</w:t>
      </w:r>
      <w:r w:rsidR="00D40768">
        <w:t>g-st</w:t>
      </w:r>
      <w:proofErr w:type="spellEnd"/>
      <w:r w:rsidRPr="00B35F1B">
        <w:t xml:space="preserve"> 4 ei ole </w:t>
      </w:r>
      <w:r w:rsidR="00874031" w:rsidRPr="00874031">
        <w:t>Politsei- ja Piirivalveamet</w:t>
      </w:r>
      <w:r w:rsidR="00874031">
        <w:t xml:space="preserve">il </w:t>
      </w:r>
      <w:r w:rsidRPr="00023D43">
        <w:rPr>
          <w:rFonts w:cs="Times New Roman"/>
          <w:bCs/>
          <w:noProof/>
          <w:color w:val="000000"/>
          <w:szCs w:val="24"/>
        </w:rPr>
        <w:t>selles menetluses</w:t>
      </w:r>
      <w:r>
        <w:rPr>
          <w:rFonts w:cs="Times New Roman"/>
          <w:b/>
          <w:bCs/>
          <w:noProof/>
          <w:color w:val="000000"/>
          <w:szCs w:val="24"/>
        </w:rPr>
        <w:t xml:space="preserve"> </w:t>
      </w:r>
      <w:r w:rsidRPr="00C56513">
        <w:rPr>
          <w:rFonts w:cs="Times New Roman"/>
          <w:bCs/>
          <w:noProof/>
          <w:color w:val="000000"/>
          <w:szCs w:val="24"/>
        </w:rPr>
        <w:t>õi</w:t>
      </w:r>
      <w:r w:rsidRPr="00C56513">
        <w:t>gu</w:t>
      </w:r>
      <w:r w:rsidRPr="00B35F1B">
        <w:t xml:space="preserve">st sõlmida </w:t>
      </w:r>
      <w:r>
        <w:t xml:space="preserve">hankelepingut </w:t>
      </w:r>
      <w:r w:rsidRPr="00B35F1B">
        <w:t xml:space="preserve">käesoleva teate saamisest kuni RHS §-s 201 sätestatud tingimuse saabumiseni. </w:t>
      </w:r>
    </w:p>
    <w:p w14:paraId="421398F6" w14:textId="77777777" w:rsidR="00775FF6" w:rsidRDefault="00775FF6" w:rsidP="0071684F">
      <w:pPr>
        <w:widowControl/>
        <w:suppressAutoHyphens w:val="0"/>
        <w:spacing w:line="240" w:lineRule="auto"/>
      </w:pPr>
    </w:p>
    <w:p w14:paraId="459C6B0B" w14:textId="77777777" w:rsidR="00B42C87" w:rsidRPr="006B4DBF" w:rsidRDefault="00B42C87" w:rsidP="00A660C5">
      <w:pPr>
        <w:pStyle w:val="Vahedeta"/>
        <w:rPr>
          <w:szCs w:val="24"/>
        </w:rPr>
      </w:pPr>
    </w:p>
    <w:p w14:paraId="1899A917" w14:textId="637A1B09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9F89CD0" w14:textId="77777777" w:rsidR="001E5C74" w:rsidRPr="006B4DBF" w:rsidRDefault="001E5C74" w:rsidP="00A660C5">
      <w:pPr>
        <w:pStyle w:val="Vahedeta"/>
        <w:rPr>
          <w:szCs w:val="24"/>
        </w:rPr>
      </w:pPr>
    </w:p>
    <w:p w14:paraId="31A4C004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186714E0" w14:textId="0117D09F" w:rsidR="00D055E7" w:rsidRPr="006B4DBF" w:rsidRDefault="00345ACC" w:rsidP="00A660C5">
      <w:pPr>
        <w:pStyle w:val="Vahedeta"/>
        <w:rPr>
          <w:szCs w:val="24"/>
        </w:rPr>
      </w:pPr>
      <w:r w:rsidRPr="006B4DBF">
        <w:rPr>
          <w:szCs w:val="24"/>
        </w:rPr>
        <w:t>Angelika Timusk</w:t>
      </w:r>
    </w:p>
    <w:p w14:paraId="45988A6D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5F96B00B" w14:textId="44622B2F" w:rsidR="00E659DD" w:rsidRPr="002F373C" w:rsidRDefault="00E659DD" w:rsidP="00A660C5">
      <w:pPr>
        <w:pStyle w:val="Vahedeta"/>
        <w:rPr>
          <w:szCs w:val="24"/>
        </w:rPr>
      </w:pPr>
    </w:p>
    <w:p w14:paraId="051F7528" w14:textId="77777777" w:rsidR="00B42C87" w:rsidRPr="002F373C" w:rsidRDefault="00B42C87" w:rsidP="00A660C5">
      <w:pPr>
        <w:pStyle w:val="Vahedeta"/>
        <w:rPr>
          <w:szCs w:val="24"/>
        </w:rPr>
      </w:pPr>
    </w:p>
    <w:p w14:paraId="545D696C" w14:textId="597EEFCA" w:rsidR="006A2ECB" w:rsidRPr="002F373C" w:rsidRDefault="00546A42" w:rsidP="00A660C5">
      <w:pPr>
        <w:pStyle w:val="Vahedeta"/>
        <w:rPr>
          <w:szCs w:val="24"/>
        </w:rPr>
      </w:pPr>
      <w:r w:rsidRPr="002F373C">
        <w:rPr>
          <w:szCs w:val="24"/>
        </w:rPr>
        <w:t xml:space="preserve">Lisa: </w:t>
      </w:r>
      <w:r w:rsidR="0034019C">
        <w:rPr>
          <w:szCs w:val="24"/>
        </w:rPr>
        <w:t>vaidlustus lisadega</w:t>
      </w:r>
    </w:p>
    <w:p w14:paraId="350C6516" w14:textId="22DE3329" w:rsidR="00E659DD" w:rsidRPr="002F373C" w:rsidRDefault="00E659DD" w:rsidP="00A660C5">
      <w:pPr>
        <w:pStyle w:val="Vahedeta"/>
        <w:rPr>
          <w:szCs w:val="24"/>
        </w:rPr>
      </w:pPr>
    </w:p>
    <w:p w14:paraId="55B541D3" w14:textId="4BDD1077" w:rsidR="00CB3B17" w:rsidRDefault="0072643B" w:rsidP="00D40768">
      <w:pPr>
        <w:pStyle w:val="Default"/>
        <w:ind w:left="1425" w:hanging="1425"/>
      </w:pPr>
      <w:r w:rsidRPr="002F373C">
        <w:rPr>
          <w:color w:val="auto"/>
        </w:rPr>
        <w:t>Teadmiseks:</w:t>
      </w:r>
      <w:r w:rsidRPr="002F373C">
        <w:rPr>
          <w:color w:val="auto"/>
        </w:rPr>
        <w:tab/>
      </w:r>
      <w:r w:rsidR="00364717" w:rsidRPr="002F373C">
        <w:rPr>
          <w:color w:val="auto"/>
        </w:rPr>
        <w:t>v</w:t>
      </w:r>
      <w:r w:rsidR="00CF2731" w:rsidRPr="002F373C">
        <w:rPr>
          <w:color w:val="auto"/>
        </w:rPr>
        <w:t>aidlustaja</w:t>
      </w:r>
      <w:r w:rsidR="00C0784F" w:rsidRPr="002F373C">
        <w:rPr>
          <w:color w:val="auto"/>
        </w:rPr>
        <w:t xml:space="preserve"> esindaja</w:t>
      </w:r>
      <w:r w:rsidR="002D44C5" w:rsidRPr="002F373C">
        <w:rPr>
          <w:color w:val="auto"/>
        </w:rPr>
        <w:t>le</w:t>
      </w:r>
      <w:r w:rsidR="0082726F">
        <w:rPr>
          <w:color w:val="auto"/>
        </w:rPr>
        <w:t xml:space="preserve">, </w:t>
      </w:r>
      <w:r w:rsidR="00AC7C4F">
        <w:rPr>
          <w:color w:val="auto"/>
        </w:rPr>
        <w:t>v</w:t>
      </w:r>
      <w:r w:rsidR="00AC7C4F" w:rsidRPr="00AC7C4F">
        <w:rPr>
          <w:color w:val="auto"/>
        </w:rPr>
        <w:t xml:space="preserve">andeadvokaat </w:t>
      </w:r>
      <w:r w:rsidR="00874031">
        <w:rPr>
          <w:color w:val="auto"/>
        </w:rPr>
        <w:t xml:space="preserve">Mart </w:t>
      </w:r>
      <w:proofErr w:type="spellStart"/>
      <w:r w:rsidR="00874031">
        <w:rPr>
          <w:color w:val="auto"/>
        </w:rPr>
        <w:t>Parind</w:t>
      </w:r>
      <w:r w:rsidR="00C20BA3">
        <w:rPr>
          <w:color w:val="auto"/>
        </w:rPr>
        <w:t>`le</w:t>
      </w:r>
      <w:proofErr w:type="spellEnd"/>
      <w:r w:rsidR="00D40768">
        <w:rPr>
          <w:color w:val="auto"/>
        </w:rPr>
        <w:t xml:space="preserve">: </w:t>
      </w:r>
      <w:hyperlink r:id="rId12" w:history="1">
        <w:r w:rsidR="00874031" w:rsidRPr="00551426">
          <w:rPr>
            <w:rStyle w:val="Hperlink"/>
          </w:rPr>
          <w:t>mart.parind@nove.ee</w:t>
        </w:r>
      </w:hyperlink>
      <w:r w:rsidR="00874031">
        <w:t xml:space="preserve"> </w:t>
      </w:r>
    </w:p>
    <w:p w14:paraId="7A30895F" w14:textId="77777777" w:rsidR="00874031" w:rsidRDefault="00874031" w:rsidP="00AB3240">
      <w:pPr>
        <w:pStyle w:val="Vahedeta"/>
        <w:rPr>
          <w:rFonts w:cs="Times New Roman"/>
          <w:szCs w:val="24"/>
        </w:rPr>
      </w:pPr>
    </w:p>
    <w:p w14:paraId="79DF8A8A" w14:textId="77777777" w:rsidR="00874031" w:rsidRDefault="00874031" w:rsidP="00AB3240">
      <w:pPr>
        <w:pStyle w:val="Vahedeta"/>
        <w:rPr>
          <w:rFonts w:cs="Times New Roman"/>
          <w:szCs w:val="24"/>
        </w:rPr>
      </w:pPr>
    </w:p>
    <w:p w14:paraId="382C22BE" w14:textId="77777777" w:rsidR="00D40768" w:rsidRDefault="00D40768" w:rsidP="00AB3240">
      <w:pPr>
        <w:pStyle w:val="Vahedeta"/>
        <w:rPr>
          <w:rFonts w:cs="Times New Roman"/>
          <w:szCs w:val="24"/>
        </w:rPr>
      </w:pPr>
    </w:p>
    <w:p w14:paraId="06A96892" w14:textId="77777777" w:rsidR="00D40768" w:rsidRDefault="00545963" w:rsidP="00AB3240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Mari-Ann Sinimaa 611 3713</w:t>
      </w:r>
    </w:p>
    <w:p w14:paraId="3E3899A3" w14:textId="2C1D6D86" w:rsidR="00545963" w:rsidRPr="00AB3240" w:rsidRDefault="00AB3240" w:rsidP="00AB3240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hyperlink r:id="rId13" w:history="1">
        <w:r w:rsidRPr="002D7ED8">
          <w:rPr>
            <w:rStyle w:val="Hperlink"/>
            <w:rFonts w:cs="Times New Roman"/>
            <w:szCs w:val="24"/>
          </w:rPr>
          <w:t>mari-ann.sinimaa@fin.ee</w:t>
        </w:r>
      </w:hyperlink>
    </w:p>
    <w:sectPr w:rsidR="00545963" w:rsidRPr="00AB3240" w:rsidSect="0027491D">
      <w:footerReference w:type="default" r:id="rId14"/>
      <w:footerReference w:type="first" r:id="rId15"/>
      <w:pgSz w:w="11906" w:h="16838" w:code="9"/>
      <w:pgMar w:top="907" w:right="1021" w:bottom="1276" w:left="1531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772CB" w14:textId="77777777" w:rsidR="005862E0" w:rsidRDefault="005862E0" w:rsidP="00DF44DF">
      <w:r>
        <w:separator/>
      </w:r>
    </w:p>
  </w:endnote>
  <w:endnote w:type="continuationSeparator" w:id="0">
    <w:p w14:paraId="4A7BD082" w14:textId="77777777" w:rsidR="005862E0" w:rsidRDefault="005862E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9A056" w14:textId="390FAE9B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EA3DA" w14:textId="7094E1A5" w:rsidR="00AE3DC3" w:rsidRPr="000A17B5" w:rsidRDefault="00541F26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2830A34F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BDA83" w14:textId="77777777" w:rsidR="005862E0" w:rsidRDefault="005862E0" w:rsidP="00DF44DF">
      <w:r>
        <w:separator/>
      </w:r>
    </w:p>
  </w:footnote>
  <w:footnote w:type="continuationSeparator" w:id="0">
    <w:p w14:paraId="76D37237" w14:textId="77777777" w:rsidR="005862E0" w:rsidRDefault="005862E0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6B6"/>
    <w:rsid w:val="00002F7D"/>
    <w:rsid w:val="00005BCB"/>
    <w:rsid w:val="00006632"/>
    <w:rsid w:val="000114BD"/>
    <w:rsid w:val="000157BF"/>
    <w:rsid w:val="00016703"/>
    <w:rsid w:val="0002092E"/>
    <w:rsid w:val="00021ED2"/>
    <w:rsid w:val="00022E2C"/>
    <w:rsid w:val="0002385B"/>
    <w:rsid w:val="00024CA7"/>
    <w:rsid w:val="00025129"/>
    <w:rsid w:val="0002525C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186E"/>
    <w:rsid w:val="00072715"/>
    <w:rsid w:val="000731A1"/>
    <w:rsid w:val="00073A0E"/>
    <w:rsid w:val="00074B60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1EDA"/>
    <w:rsid w:val="000A2FC5"/>
    <w:rsid w:val="000A517F"/>
    <w:rsid w:val="000A538E"/>
    <w:rsid w:val="000B31FB"/>
    <w:rsid w:val="000B4736"/>
    <w:rsid w:val="000C156A"/>
    <w:rsid w:val="000C16B6"/>
    <w:rsid w:val="000C1F5B"/>
    <w:rsid w:val="000C6133"/>
    <w:rsid w:val="000C62A9"/>
    <w:rsid w:val="000C6C19"/>
    <w:rsid w:val="000C7530"/>
    <w:rsid w:val="000C7847"/>
    <w:rsid w:val="000D157E"/>
    <w:rsid w:val="000D33FF"/>
    <w:rsid w:val="000D384E"/>
    <w:rsid w:val="000D5264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45A3"/>
    <w:rsid w:val="0011484B"/>
    <w:rsid w:val="001160A5"/>
    <w:rsid w:val="00117F20"/>
    <w:rsid w:val="00121405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357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2FD7"/>
    <w:rsid w:val="00175066"/>
    <w:rsid w:val="0017590A"/>
    <w:rsid w:val="001764D8"/>
    <w:rsid w:val="0017787B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3BAD"/>
    <w:rsid w:val="001D4CFB"/>
    <w:rsid w:val="001E139B"/>
    <w:rsid w:val="001E1E91"/>
    <w:rsid w:val="001E5A5E"/>
    <w:rsid w:val="001E5C74"/>
    <w:rsid w:val="001E75FF"/>
    <w:rsid w:val="001E7A9A"/>
    <w:rsid w:val="001E7C4A"/>
    <w:rsid w:val="001F1C39"/>
    <w:rsid w:val="001F3589"/>
    <w:rsid w:val="001F3A20"/>
    <w:rsid w:val="001F7E05"/>
    <w:rsid w:val="002008A2"/>
    <w:rsid w:val="00201D24"/>
    <w:rsid w:val="002038D4"/>
    <w:rsid w:val="00203A78"/>
    <w:rsid w:val="002065C7"/>
    <w:rsid w:val="00206C25"/>
    <w:rsid w:val="00212932"/>
    <w:rsid w:val="0021422A"/>
    <w:rsid w:val="00215A0B"/>
    <w:rsid w:val="00220C9B"/>
    <w:rsid w:val="002226B2"/>
    <w:rsid w:val="00222C53"/>
    <w:rsid w:val="002238B4"/>
    <w:rsid w:val="00225654"/>
    <w:rsid w:val="0022637B"/>
    <w:rsid w:val="00226A6C"/>
    <w:rsid w:val="002418F9"/>
    <w:rsid w:val="00242A0D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206F"/>
    <w:rsid w:val="0027390D"/>
    <w:rsid w:val="0027491D"/>
    <w:rsid w:val="00275894"/>
    <w:rsid w:val="002769FD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95F61"/>
    <w:rsid w:val="002A4266"/>
    <w:rsid w:val="002A7ABE"/>
    <w:rsid w:val="002B1BC6"/>
    <w:rsid w:val="002B6C88"/>
    <w:rsid w:val="002B753A"/>
    <w:rsid w:val="002C220A"/>
    <w:rsid w:val="002D44C5"/>
    <w:rsid w:val="002D4C82"/>
    <w:rsid w:val="002D517A"/>
    <w:rsid w:val="002D5B33"/>
    <w:rsid w:val="002D63BF"/>
    <w:rsid w:val="002D6DBF"/>
    <w:rsid w:val="002E0C27"/>
    <w:rsid w:val="002E2AAA"/>
    <w:rsid w:val="002E35C8"/>
    <w:rsid w:val="002E39E6"/>
    <w:rsid w:val="002E4A54"/>
    <w:rsid w:val="002E6BF5"/>
    <w:rsid w:val="002F0049"/>
    <w:rsid w:val="002F1F08"/>
    <w:rsid w:val="002F23FE"/>
    <w:rsid w:val="002F254F"/>
    <w:rsid w:val="002F373C"/>
    <w:rsid w:val="002F3FC1"/>
    <w:rsid w:val="002F74F5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48A2"/>
    <w:rsid w:val="003259AF"/>
    <w:rsid w:val="00326F30"/>
    <w:rsid w:val="00327CFB"/>
    <w:rsid w:val="00330606"/>
    <w:rsid w:val="00331C1B"/>
    <w:rsid w:val="00332D00"/>
    <w:rsid w:val="003331FE"/>
    <w:rsid w:val="003346B5"/>
    <w:rsid w:val="003356A7"/>
    <w:rsid w:val="003356EB"/>
    <w:rsid w:val="00335E2A"/>
    <w:rsid w:val="003369D9"/>
    <w:rsid w:val="0034019C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97FF0"/>
    <w:rsid w:val="003A6CC2"/>
    <w:rsid w:val="003B2A9C"/>
    <w:rsid w:val="003B4EF1"/>
    <w:rsid w:val="003B58A8"/>
    <w:rsid w:val="003B6F85"/>
    <w:rsid w:val="003B7C7E"/>
    <w:rsid w:val="003C0AB6"/>
    <w:rsid w:val="003C129B"/>
    <w:rsid w:val="003C2298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0C2"/>
    <w:rsid w:val="003E67E5"/>
    <w:rsid w:val="003E7FAC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17C57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6EE5"/>
    <w:rsid w:val="00457D82"/>
    <w:rsid w:val="0046363F"/>
    <w:rsid w:val="00464A4A"/>
    <w:rsid w:val="00465BC5"/>
    <w:rsid w:val="004700ED"/>
    <w:rsid w:val="00470F7B"/>
    <w:rsid w:val="00471906"/>
    <w:rsid w:val="0047381B"/>
    <w:rsid w:val="00474719"/>
    <w:rsid w:val="00474CDF"/>
    <w:rsid w:val="00476A4B"/>
    <w:rsid w:val="004806D1"/>
    <w:rsid w:val="00482EEF"/>
    <w:rsid w:val="00486272"/>
    <w:rsid w:val="004919DF"/>
    <w:rsid w:val="00492492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4F7775"/>
    <w:rsid w:val="005007CF"/>
    <w:rsid w:val="00501B0B"/>
    <w:rsid w:val="00501FDC"/>
    <w:rsid w:val="005118FE"/>
    <w:rsid w:val="00511900"/>
    <w:rsid w:val="005128F4"/>
    <w:rsid w:val="00515402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0F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4C6F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E7383"/>
    <w:rsid w:val="005E7F8B"/>
    <w:rsid w:val="005F2D44"/>
    <w:rsid w:val="005F3068"/>
    <w:rsid w:val="005F3EFF"/>
    <w:rsid w:val="005F682D"/>
    <w:rsid w:val="005F6FFE"/>
    <w:rsid w:val="005F77BA"/>
    <w:rsid w:val="00601CBE"/>
    <w:rsid w:val="00602834"/>
    <w:rsid w:val="00603A22"/>
    <w:rsid w:val="00603E50"/>
    <w:rsid w:val="006103FE"/>
    <w:rsid w:val="00610782"/>
    <w:rsid w:val="006150DB"/>
    <w:rsid w:val="00615280"/>
    <w:rsid w:val="00615F0D"/>
    <w:rsid w:val="00616F60"/>
    <w:rsid w:val="00620B55"/>
    <w:rsid w:val="00620DC7"/>
    <w:rsid w:val="0062231A"/>
    <w:rsid w:val="00624E87"/>
    <w:rsid w:val="00625755"/>
    <w:rsid w:val="006264C9"/>
    <w:rsid w:val="00627CCA"/>
    <w:rsid w:val="006318BB"/>
    <w:rsid w:val="006325F3"/>
    <w:rsid w:val="00632DEB"/>
    <w:rsid w:val="00632E02"/>
    <w:rsid w:val="00633297"/>
    <w:rsid w:val="0063433A"/>
    <w:rsid w:val="0063498C"/>
    <w:rsid w:val="00643446"/>
    <w:rsid w:val="00645983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772A8"/>
    <w:rsid w:val="00680609"/>
    <w:rsid w:val="006807A4"/>
    <w:rsid w:val="00681B4D"/>
    <w:rsid w:val="00683BEC"/>
    <w:rsid w:val="00690899"/>
    <w:rsid w:val="00691B3D"/>
    <w:rsid w:val="00695F3A"/>
    <w:rsid w:val="006A01AC"/>
    <w:rsid w:val="006A2D77"/>
    <w:rsid w:val="006A2ECB"/>
    <w:rsid w:val="006A4D6B"/>
    <w:rsid w:val="006A7F63"/>
    <w:rsid w:val="006B0E6A"/>
    <w:rsid w:val="006B36B5"/>
    <w:rsid w:val="006B468E"/>
    <w:rsid w:val="006B4DBF"/>
    <w:rsid w:val="006B5DFB"/>
    <w:rsid w:val="006B6A55"/>
    <w:rsid w:val="006C01C9"/>
    <w:rsid w:val="006C38D0"/>
    <w:rsid w:val="006C438E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7CC1"/>
    <w:rsid w:val="006F26C2"/>
    <w:rsid w:val="006F2AE2"/>
    <w:rsid w:val="006F390B"/>
    <w:rsid w:val="006F3BB9"/>
    <w:rsid w:val="006F5A1C"/>
    <w:rsid w:val="006F6E1E"/>
    <w:rsid w:val="006F72D7"/>
    <w:rsid w:val="007014A3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13F"/>
    <w:rsid w:val="00773800"/>
    <w:rsid w:val="00774EA2"/>
    <w:rsid w:val="00775FF6"/>
    <w:rsid w:val="0077621B"/>
    <w:rsid w:val="00780E86"/>
    <w:rsid w:val="00781DD5"/>
    <w:rsid w:val="00781E6C"/>
    <w:rsid w:val="00782404"/>
    <w:rsid w:val="00785C4C"/>
    <w:rsid w:val="00786EE2"/>
    <w:rsid w:val="0078768B"/>
    <w:rsid w:val="007A1DE8"/>
    <w:rsid w:val="007A230C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1EA6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26F"/>
    <w:rsid w:val="00827BCE"/>
    <w:rsid w:val="008328B9"/>
    <w:rsid w:val="00832AA8"/>
    <w:rsid w:val="00833FD9"/>
    <w:rsid w:val="00835858"/>
    <w:rsid w:val="00837412"/>
    <w:rsid w:val="008414CE"/>
    <w:rsid w:val="00841936"/>
    <w:rsid w:val="008432B4"/>
    <w:rsid w:val="00843CCE"/>
    <w:rsid w:val="00843F9F"/>
    <w:rsid w:val="008445E8"/>
    <w:rsid w:val="008477CA"/>
    <w:rsid w:val="00852EEA"/>
    <w:rsid w:val="00856E81"/>
    <w:rsid w:val="00857226"/>
    <w:rsid w:val="0085729F"/>
    <w:rsid w:val="0086239B"/>
    <w:rsid w:val="0086259E"/>
    <w:rsid w:val="00866C17"/>
    <w:rsid w:val="00873BBB"/>
    <w:rsid w:val="00874031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5F0A"/>
    <w:rsid w:val="008A6038"/>
    <w:rsid w:val="008A609E"/>
    <w:rsid w:val="008A7013"/>
    <w:rsid w:val="008B041F"/>
    <w:rsid w:val="008B1F29"/>
    <w:rsid w:val="008B2D17"/>
    <w:rsid w:val="008B547E"/>
    <w:rsid w:val="008B5522"/>
    <w:rsid w:val="008B5681"/>
    <w:rsid w:val="008B5BEA"/>
    <w:rsid w:val="008B667F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0693"/>
    <w:rsid w:val="00921E36"/>
    <w:rsid w:val="00922770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797"/>
    <w:rsid w:val="00984BE2"/>
    <w:rsid w:val="00987714"/>
    <w:rsid w:val="00990E91"/>
    <w:rsid w:val="009926D9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3CAE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4EF6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098A"/>
    <w:rsid w:val="00A6223F"/>
    <w:rsid w:val="00A62B1B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62A"/>
    <w:rsid w:val="00A9794A"/>
    <w:rsid w:val="00AA6E72"/>
    <w:rsid w:val="00AB09A8"/>
    <w:rsid w:val="00AB3240"/>
    <w:rsid w:val="00AB769F"/>
    <w:rsid w:val="00AC1787"/>
    <w:rsid w:val="00AC1F3C"/>
    <w:rsid w:val="00AC4559"/>
    <w:rsid w:val="00AC4752"/>
    <w:rsid w:val="00AC5788"/>
    <w:rsid w:val="00AC5C4E"/>
    <w:rsid w:val="00AC651D"/>
    <w:rsid w:val="00AC6531"/>
    <w:rsid w:val="00AC7238"/>
    <w:rsid w:val="00AC7C4F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00940"/>
    <w:rsid w:val="00B041D0"/>
    <w:rsid w:val="00B10243"/>
    <w:rsid w:val="00B12089"/>
    <w:rsid w:val="00B16DF7"/>
    <w:rsid w:val="00B21A74"/>
    <w:rsid w:val="00B27E06"/>
    <w:rsid w:val="00B31834"/>
    <w:rsid w:val="00B31DBD"/>
    <w:rsid w:val="00B322AC"/>
    <w:rsid w:val="00B33726"/>
    <w:rsid w:val="00B35804"/>
    <w:rsid w:val="00B4049B"/>
    <w:rsid w:val="00B40844"/>
    <w:rsid w:val="00B41911"/>
    <w:rsid w:val="00B42C87"/>
    <w:rsid w:val="00B44CE2"/>
    <w:rsid w:val="00B4715C"/>
    <w:rsid w:val="00B52CD2"/>
    <w:rsid w:val="00B537E8"/>
    <w:rsid w:val="00B53C2F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5E65"/>
    <w:rsid w:val="00B81534"/>
    <w:rsid w:val="00B85730"/>
    <w:rsid w:val="00B85965"/>
    <w:rsid w:val="00B926BA"/>
    <w:rsid w:val="00B92E34"/>
    <w:rsid w:val="00B9414E"/>
    <w:rsid w:val="00B94A8B"/>
    <w:rsid w:val="00B9548A"/>
    <w:rsid w:val="00B96EA6"/>
    <w:rsid w:val="00B97CDC"/>
    <w:rsid w:val="00BA0142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C7EB2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14A"/>
    <w:rsid w:val="00C01CBA"/>
    <w:rsid w:val="00C04B4D"/>
    <w:rsid w:val="00C05FF2"/>
    <w:rsid w:val="00C0784F"/>
    <w:rsid w:val="00C12592"/>
    <w:rsid w:val="00C14DCC"/>
    <w:rsid w:val="00C178F8"/>
    <w:rsid w:val="00C2049C"/>
    <w:rsid w:val="00C20BA3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5E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BDF"/>
    <w:rsid w:val="00CA7EAB"/>
    <w:rsid w:val="00CB3B17"/>
    <w:rsid w:val="00CB542F"/>
    <w:rsid w:val="00CB5980"/>
    <w:rsid w:val="00CB5E87"/>
    <w:rsid w:val="00CB6305"/>
    <w:rsid w:val="00CB7802"/>
    <w:rsid w:val="00CC2AED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1403"/>
    <w:rsid w:val="00D130F3"/>
    <w:rsid w:val="00D15D1D"/>
    <w:rsid w:val="00D15EFC"/>
    <w:rsid w:val="00D16429"/>
    <w:rsid w:val="00D1682C"/>
    <w:rsid w:val="00D17816"/>
    <w:rsid w:val="00D17EAE"/>
    <w:rsid w:val="00D17F83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586E"/>
    <w:rsid w:val="00D36494"/>
    <w:rsid w:val="00D36BAA"/>
    <w:rsid w:val="00D40053"/>
    <w:rsid w:val="00D40650"/>
    <w:rsid w:val="00D40768"/>
    <w:rsid w:val="00D409B0"/>
    <w:rsid w:val="00D455A9"/>
    <w:rsid w:val="00D45797"/>
    <w:rsid w:val="00D478D9"/>
    <w:rsid w:val="00D5149F"/>
    <w:rsid w:val="00D55D39"/>
    <w:rsid w:val="00D652B9"/>
    <w:rsid w:val="00D66BBA"/>
    <w:rsid w:val="00D6787F"/>
    <w:rsid w:val="00D70AF8"/>
    <w:rsid w:val="00D70DDB"/>
    <w:rsid w:val="00D72E8C"/>
    <w:rsid w:val="00D73027"/>
    <w:rsid w:val="00D7415E"/>
    <w:rsid w:val="00D751E1"/>
    <w:rsid w:val="00D76C58"/>
    <w:rsid w:val="00D80CC8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102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C7754"/>
    <w:rsid w:val="00DD1EEF"/>
    <w:rsid w:val="00DD3EA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E532A"/>
    <w:rsid w:val="00DF0629"/>
    <w:rsid w:val="00DF44DF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15DC"/>
    <w:rsid w:val="00E24012"/>
    <w:rsid w:val="00E247EA"/>
    <w:rsid w:val="00E255A5"/>
    <w:rsid w:val="00E332C8"/>
    <w:rsid w:val="00E40F8B"/>
    <w:rsid w:val="00E41706"/>
    <w:rsid w:val="00E43A63"/>
    <w:rsid w:val="00E43F7E"/>
    <w:rsid w:val="00E469BC"/>
    <w:rsid w:val="00E47881"/>
    <w:rsid w:val="00E5076C"/>
    <w:rsid w:val="00E51DD7"/>
    <w:rsid w:val="00E57A64"/>
    <w:rsid w:val="00E6013B"/>
    <w:rsid w:val="00E61B8B"/>
    <w:rsid w:val="00E62EA4"/>
    <w:rsid w:val="00E659DD"/>
    <w:rsid w:val="00E70582"/>
    <w:rsid w:val="00E742EF"/>
    <w:rsid w:val="00E74567"/>
    <w:rsid w:val="00E76F0E"/>
    <w:rsid w:val="00E775D8"/>
    <w:rsid w:val="00E7782C"/>
    <w:rsid w:val="00E80638"/>
    <w:rsid w:val="00E83153"/>
    <w:rsid w:val="00E843E6"/>
    <w:rsid w:val="00E87D79"/>
    <w:rsid w:val="00E87EDB"/>
    <w:rsid w:val="00E9056A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89B"/>
    <w:rsid w:val="00EF1971"/>
    <w:rsid w:val="00EF1999"/>
    <w:rsid w:val="00EF33D9"/>
    <w:rsid w:val="00EF7232"/>
    <w:rsid w:val="00F00D4D"/>
    <w:rsid w:val="00F01550"/>
    <w:rsid w:val="00F015CC"/>
    <w:rsid w:val="00F01C8B"/>
    <w:rsid w:val="00F10EBA"/>
    <w:rsid w:val="00F1129B"/>
    <w:rsid w:val="00F11DE8"/>
    <w:rsid w:val="00F149BB"/>
    <w:rsid w:val="00F176A1"/>
    <w:rsid w:val="00F20CF7"/>
    <w:rsid w:val="00F21F11"/>
    <w:rsid w:val="00F259C4"/>
    <w:rsid w:val="00F328D2"/>
    <w:rsid w:val="00F3484D"/>
    <w:rsid w:val="00F37597"/>
    <w:rsid w:val="00F401C2"/>
    <w:rsid w:val="00F41528"/>
    <w:rsid w:val="00F42656"/>
    <w:rsid w:val="00F42723"/>
    <w:rsid w:val="00F432B5"/>
    <w:rsid w:val="00F43E6C"/>
    <w:rsid w:val="00F44E34"/>
    <w:rsid w:val="00F45CA6"/>
    <w:rsid w:val="00F50384"/>
    <w:rsid w:val="00F50723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8A3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55A3"/>
    <w:rsid w:val="00FA7AA9"/>
    <w:rsid w:val="00FB002F"/>
    <w:rsid w:val="00FB057E"/>
    <w:rsid w:val="00FB0EDD"/>
    <w:rsid w:val="00FB18B0"/>
    <w:rsid w:val="00FB1CB3"/>
    <w:rsid w:val="00FB6238"/>
    <w:rsid w:val="00FB71DF"/>
    <w:rsid w:val="00FB7DA6"/>
    <w:rsid w:val="00FC013E"/>
    <w:rsid w:val="00FC12A5"/>
    <w:rsid w:val="00FC18EE"/>
    <w:rsid w:val="00FC37C0"/>
    <w:rsid w:val="00FC7479"/>
    <w:rsid w:val="00FC7C27"/>
    <w:rsid w:val="00FC7E24"/>
    <w:rsid w:val="00FD0E36"/>
    <w:rsid w:val="00FD1033"/>
    <w:rsid w:val="00FD2576"/>
    <w:rsid w:val="00FD344B"/>
    <w:rsid w:val="00FD6010"/>
    <w:rsid w:val="00FD65C3"/>
    <w:rsid w:val="00FE0D39"/>
    <w:rsid w:val="00FE460F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42A0D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A62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ari-ann.sinimaa@fin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parind@nove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vel.nordberg@balticfox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kristin-kaire.valksaar@politsei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pa@politsei.ee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7</TotalTime>
  <Pages>1</Pages>
  <Words>320</Words>
  <Characters>1862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5</cp:revision>
  <cp:lastPrinted>2022-12-05T10:58:00Z</cp:lastPrinted>
  <dcterms:created xsi:type="dcterms:W3CDTF">2025-01-03T11:41:00Z</dcterms:created>
  <dcterms:modified xsi:type="dcterms:W3CDTF">2025-01-03T11:47:00Z</dcterms:modified>
</cp:coreProperties>
</file>